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AADC" w14:textId="77777777" w:rsidR="006E5D65" w:rsidRPr="002A18E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A18ED">
        <w:rPr>
          <w:rFonts w:ascii="Corbel" w:hAnsi="Corbel"/>
          <w:bCs/>
          <w:i/>
          <w:sz w:val="24"/>
          <w:szCs w:val="24"/>
        </w:rPr>
        <w:t>1.5</w:t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A18E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2A18E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2A18ED">
        <w:rPr>
          <w:rFonts w:ascii="Corbel" w:hAnsi="Corbel"/>
          <w:bCs/>
          <w:i/>
          <w:sz w:val="24"/>
          <w:szCs w:val="24"/>
        </w:rPr>
        <w:t xml:space="preserve"> </w:t>
      </w:r>
      <w:r w:rsidRPr="002A18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A18ED">
        <w:rPr>
          <w:rFonts w:ascii="Corbel" w:hAnsi="Corbel"/>
          <w:bCs/>
          <w:i/>
          <w:sz w:val="24"/>
          <w:szCs w:val="24"/>
        </w:rPr>
        <w:t>12/2019</w:t>
      </w:r>
    </w:p>
    <w:p w14:paraId="119F6C94" w14:textId="77777777" w:rsidR="0085747A" w:rsidRPr="002A18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SYLABUS</w:t>
      </w:r>
    </w:p>
    <w:p w14:paraId="2C151527" w14:textId="75F03A7C" w:rsidR="0085747A" w:rsidRPr="002A18E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18E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3FD9332A" w14:textId="0966539C" w:rsidR="00445970" w:rsidRPr="002A18ED" w:rsidRDefault="00445970" w:rsidP="00D05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18ED">
        <w:rPr>
          <w:rFonts w:ascii="Corbel" w:hAnsi="Corbel"/>
          <w:sz w:val="20"/>
          <w:szCs w:val="20"/>
        </w:rPr>
        <w:t xml:space="preserve">Rok akademicki </w:t>
      </w:r>
      <w:r w:rsidR="00855E6F" w:rsidRPr="002A18ED">
        <w:rPr>
          <w:rFonts w:ascii="Corbel" w:hAnsi="Corbel"/>
          <w:sz w:val="20"/>
          <w:szCs w:val="20"/>
        </w:rPr>
        <w:t>202</w:t>
      </w:r>
      <w:r w:rsidR="005B1925" w:rsidRPr="002A18ED">
        <w:rPr>
          <w:rFonts w:ascii="Corbel" w:hAnsi="Corbel"/>
          <w:sz w:val="20"/>
          <w:szCs w:val="20"/>
        </w:rPr>
        <w:t>2</w:t>
      </w:r>
      <w:r w:rsidR="00855E6F" w:rsidRPr="002A18ED">
        <w:rPr>
          <w:rFonts w:ascii="Corbel" w:hAnsi="Corbel"/>
          <w:sz w:val="20"/>
          <w:szCs w:val="20"/>
        </w:rPr>
        <w:t>/202</w:t>
      </w:r>
      <w:r w:rsidR="005B1925" w:rsidRPr="002A18ED">
        <w:rPr>
          <w:rFonts w:ascii="Corbel" w:hAnsi="Corbel"/>
          <w:sz w:val="20"/>
          <w:szCs w:val="20"/>
        </w:rPr>
        <w:t>3</w:t>
      </w:r>
    </w:p>
    <w:p w14:paraId="0A8C9C5E" w14:textId="77777777" w:rsidR="0085747A" w:rsidRPr="002A18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5767E9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8ED">
        <w:rPr>
          <w:rFonts w:ascii="Corbel" w:hAnsi="Corbel"/>
          <w:szCs w:val="24"/>
        </w:rPr>
        <w:t xml:space="preserve">1. </w:t>
      </w:r>
      <w:r w:rsidR="0085747A" w:rsidRPr="002A18ED">
        <w:rPr>
          <w:rFonts w:ascii="Corbel" w:hAnsi="Corbel"/>
          <w:szCs w:val="24"/>
        </w:rPr>
        <w:t xml:space="preserve">Podstawowe </w:t>
      </w:r>
      <w:r w:rsidR="00445970" w:rsidRPr="002A18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18ED" w14:paraId="4E1A329E" w14:textId="77777777" w:rsidTr="00B819C8">
        <w:tc>
          <w:tcPr>
            <w:tcW w:w="2694" w:type="dxa"/>
            <w:vAlign w:val="center"/>
          </w:tcPr>
          <w:p w14:paraId="673A4476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615582" w14:textId="77777777" w:rsidR="0085747A" w:rsidRPr="002A18ED" w:rsidRDefault="00F2188C" w:rsidP="00B621C2">
            <w:pPr>
              <w:pStyle w:val="Nagwek3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Usługi inwestycyjne</w:t>
            </w:r>
          </w:p>
        </w:tc>
      </w:tr>
      <w:tr w:rsidR="0085747A" w:rsidRPr="002A18ED" w14:paraId="1B3A289C" w14:textId="77777777" w:rsidTr="00B819C8">
        <w:tc>
          <w:tcPr>
            <w:tcW w:w="2694" w:type="dxa"/>
            <w:vAlign w:val="center"/>
          </w:tcPr>
          <w:p w14:paraId="5E14C1CC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5B8640" w14:textId="77777777" w:rsidR="0085747A" w:rsidRPr="002A18ED" w:rsidRDefault="00855E6F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2A18ED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14c</w:t>
            </w:r>
          </w:p>
        </w:tc>
      </w:tr>
      <w:tr w:rsidR="0085747A" w:rsidRPr="002A18ED" w14:paraId="1D6A98CE" w14:textId="77777777" w:rsidTr="00B819C8">
        <w:tc>
          <w:tcPr>
            <w:tcW w:w="2694" w:type="dxa"/>
            <w:vAlign w:val="center"/>
          </w:tcPr>
          <w:p w14:paraId="2134969B" w14:textId="77777777" w:rsidR="0085747A" w:rsidRPr="002A18E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18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82790B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18ED" w14:paraId="06477F01" w14:textId="77777777" w:rsidTr="00B819C8">
        <w:tc>
          <w:tcPr>
            <w:tcW w:w="2694" w:type="dxa"/>
            <w:vAlign w:val="center"/>
          </w:tcPr>
          <w:p w14:paraId="1D74C96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5FB24A" w14:textId="3BE4469B" w:rsidR="0085747A" w:rsidRPr="002A18ED" w:rsidRDefault="005B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2A18ED" w14:paraId="54A2DE44" w14:textId="77777777" w:rsidTr="00B819C8">
        <w:tc>
          <w:tcPr>
            <w:tcW w:w="2694" w:type="dxa"/>
            <w:vAlign w:val="center"/>
          </w:tcPr>
          <w:p w14:paraId="7FDFECB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99195" w14:textId="77777777" w:rsidR="0085747A" w:rsidRPr="002A18E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18ED" w14:paraId="63F30B5D" w14:textId="77777777" w:rsidTr="00B819C8">
        <w:tc>
          <w:tcPr>
            <w:tcW w:w="2694" w:type="dxa"/>
            <w:vAlign w:val="center"/>
          </w:tcPr>
          <w:p w14:paraId="0735A814" w14:textId="77777777" w:rsidR="0085747A" w:rsidRPr="002A18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7DC4C8" w14:textId="7348CFA1" w:rsidR="0085747A" w:rsidRPr="002A18E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A18E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18ED" w14:paraId="4C0CF169" w14:textId="77777777" w:rsidTr="00B819C8">
        <w:tc>
          <w:tcPr>
            <w:tcW w:w="2694" w:type="dxa"/>
            <w:vAlign w:val="center"/>
          </w:tcPr>
          <w:p w14:paraId="7E07DF66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124C7C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18ED" w14:paraId="3EAE4518" w14:textId="77777777" w:rsidTr="00B819C8">
        <w:tc>
          <w:tcPr>
            <w:tcW w:w="2694" w:type="dxa"/>
            <w:vAlign w:val="center"/>
          </w:tcPr>
          <w:p w14:paraId="2796241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F40D47" w14:textId="28B32148" w:rsidR="0085747A" w:rsidRPr="007B6135" w:rsidRDefault="007B613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613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A18ED" w14:paraId="465153E6" w14:textId="77777777" w:rsidTr="00B819C8">
        <w:tc>
          <w:tcPr>
            <w:tcW w:w="2694" w:type="dxa"/>
            <w:vAlign w:val="center"/>
          </w:tcPr>
          <w:p w14:paraId="3E9D7D90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18ED">
              <w:rPr>
                <w:rFonts w:ascii="Corbel" w:hAnsi="Corbel"/>
                <w:sz w:val="24"/>
                <w:szCs w:val="24"/>
              </w:rPr>
              <w:t>/y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E6E0F8" w14:textId="6212648E" w:rsidR="0085747A" w:rsidRPr="002A18ED" w:rsidRDefault="00467CDA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B1925" w:rsidRPr="002A18E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A18ED" w14:paraId="1C08DBE1" w14:textId="77777777" w:rsidTr="00B819C8">
        <w:tc>
          <w:tcPr>
            <w:tcW w:w="2694" w:type="dxa"/>
            <w:vAlign w:val="center"/>
          </w:tcPr>
          <w:p w14:paraId="390C752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7F1ED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A18ED" w14:paraId="26CA5989" w14:textId="77777777" w:rsidTr="00B819C8">
        <w:tc>
          <w:tcPr>
            <w:tcW w:w="2694" w:type="dxa"/>
            <w:vAlign w:val="center"/>
          </w:tcPr>
          <w:p w14:paraId="1AE804DB" w14:textId="77777777" w:rsidR="00923D7D" w:rsidRPr="002A18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F0F4A" w14:textId="77777777" w:rsidR="00923D7D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18ED" w14:paraId="52FA1AA3" w14:textId="77777777" w:rsidTr="00B819C8">
        <w:tc>
          <w:tcPr>
            <w:tcW w:w="2694" w:type="dxa"/>
            <w:vAlign w:val="center"/>
          </w:tcPr>
          <w:p w14:paraId="3BD99378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FB2D00" w14:textId="77777777" w:rsidR="0085747A" w:rsidRPr="002A18ED" w:rsidRDefault="00FC5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A18ED" w14:paraId="3EB4004E" w14:textId="77777777" w:rsidTr="00B819C8">
        <w:tc>
          <w:tcPr>
            <w:tcW w:w="2694" w:type="dxa"/>
            <w:vAlign w:val="center"/>
          </w:tcPr>
          <w:p w14:paraId="5FDCBD8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609800" w14:textId="77777777" w:rsidR="0085747A" w:rsidRPr="002A18ED" w:rsidRDefault="00FC53ED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Mgr Karolina Kozioł, d</w:t>
            </w:r>
            <w:r w:rsidR="00467CDA" w:rsidRPr="002A18ED">
              <w:rPr>
                <w:rFonts w:ascii="Corbel" w:hAnsi="Corbel"/>
                <w:b w:val="0"/>
                <w:sz w:val="24"/>
                <w:szCs w:val="24"/>
              </w:rPr>
              <w:t>r Marta Kawa</w:t>
            </w:r>
          </w:p>
        </w:tc>
      </w:tr>
    </w:tbl>
    <w:p w14:paraId="1A7C950B" w14:textId="62775192" w:rsidR="0085747A" w:rsidRPr="002A18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* </w:t>
      </w:r>
      <w:r w:rsidRPr="002A18ED">
        <w:rPr>
          <w:rFonts w:ascii="Corbel" w:hAnsi="Corbel"/>
          <w:i/>
          <w:sz w:val="24"/>
          <w:szCs w:val="24"/>
        </w:rPr>
        <w:t>-</w:t>
      </w:r>
      <w:r w:rsidR="00B90885" w:rsidRPr="002A18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18ED">
        <w:rPr>
          <w:rFonts w:ascii="Corbel" w:hAnsi="Corbel"/>
          <w:b w:val="0"/>
          <w:sz w:val="24"/>
          <w:szCs w:val="24"/>
        </w:rPr>
        <w:t>e,</w:t>
      </w:r>
      <w:r w:rsidR="005C64B2" w:rsidRPr="002A18ED">
        <w:rPr>
          <w:rFonts w:ascii="Corbel" w:hAnsi="Corbel"/>
          <w:b w:val="0"/>
          <w:sz w:val="24"/>
          <w:szCs w:val="24"/>
        </w:rPr>
        <w:t xml:space="preserve"> </w:t>
      </w:r>
      <w:r w:rsidRPr="002A18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18ED">
        <w:rPr>
          <w:rFonts w:ascii="Corbel" w:hAnsi="Corbel"/>
          <w:b w:val="0"/>
          <w:i/>
          <w:sz w:val="24"/>
          <w:szCs w:val="24"/>
        </w:rPr>
        <w:t>w Jednostce</w:t>
      </w:r>
    </w:p>
    <w:p w14:paraId="02153D5B" w14:textId="77777777" w:rsidR="0085747A" w:rsidRPr="002A18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1.</w:t>
      </w:r>
      <w:r w:rsidR="00E22FBC" w:rsidRPr="002A18ED">
        <w:rPr>
          <w:rFonts w:ascii="Corbel" w:hAnsi="Corbel"/>
          <w:sz w:val="24"/>
          <w:szCs w:val="24"/>
        </w:rPr>
        <w:t>1</w:t>
      </w:r>
      <w:r w:rsidRPr="002A18E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A18ED">
        <w:rPr>
          <w:rFonts w:ascii="Corbel" w:hAnsi="Corbel"/>
          <w:sz w:val="24"/>
          <w:szCs w:val="24"/>
        </w:rPr>
        <w:t>ECTS</w:t>
      </w:r>
      <w:proofErr w:type="spellEnd"/>
      <w:r w:rsidRPr="002A18ED">
        <w:rPr>
          <w:rFonts w:ascii="Corbel" w:hAnsi="Corbel"/>
          <w:sz w:val="24"/>
          <w:szCs w:val="24"/>
        </w:rPr>
        <w:t xml:space="preserve"> </w:t>
      </w:r>
    </w:p>
    <w:p w14:paraId="03DF83E2" w14:textId="77777777" w:rsidR="00923D7D" w:rsidRPr="002A18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18ED" w14:paraId="48E0B7DF" w14:textId="77777777" w:rsidTr="005B192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4F2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Semestr</w:t>
            </w:r>
          </w:p>
          <w:p w14:paraId="31A2E918" w14:textId="77777777" w:rsidR="00015B8F" w:rsidRPr="002A18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(</w:t>
            </w:r>
            <w:r w:rsidR="00363F78" w:rsidRPr="002A18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095C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Wykł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32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3CE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Konw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7AE7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BF8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Sem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69BA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3A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Prakt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DDA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2BF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18ED">
              <w:rPr>
                <w:rFonts w:ascii="Corbel" w:hAnsi="Corbel"/>
                <w:b/>
                <w:szCs w:val="24"/>
              </w:rPr>
              <w:t>Liczba pkt</w:t>
            </w:r>
            <w:r w:rsidR="00B90885" w:rsidRPr="002A18ED">
              <w:rPr>
                <w:rFonts w:ascii="Corbel" w:hAnsi="Corbel"/>
                <w:b/>
                <w:szCs w:val="24"/>
              </w:rPr>
              <w:t>.</w:t>
            </w:r>
            <w:r w:rsidRPr="002A18E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A18E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A18ED" w14:paraId="58EB1E2B" w14:textId="77777777" w:rsidTr="005B192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B9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CA3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862" w14:textId="738BEA9B" w:rsidR="00015B8F" w:rsidRPr="002A18ED" w:rsidRDefault="007B61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FCE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EC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F04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AE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CD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25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D88" w14:textId="77777777" w:rsidR="00015B8F" w:rsidRPr="002A18ED" w:rsidRDefault="00FC53ED" w:rsidP="002A1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64D2B9" w14:textId="77777777" w:rsidR="00923D7D" w:rsidRPr="002A18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4F925" w14:textId="77777777" w:rsidR="00923D7D" w:rsidRPr="002A18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06D688" w14:textId="77777777" w:rsidR="0085747A" w:rsidRPr="002A18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1.</w:t>
      </w:r>
      <w:r w:rsidR="00E22FBC" w:rsidRPr="002A18ED">
        <w:rPr>
          <w:rFonts w:ascii="Corbel" w:hAnsi="Corbel"/>
          <w:smallCaps w:val="0"/>
          <w:szCs w:val="24"/>
        </w:rPr>
        <w:t>2</w:t>
      </w:r>
      <w:r w:rsidR="00F83B28" w:rsidRPr="002A18ED">
        <w:rPr>
          <w:rFonts w:ascii="Corbel" w:hAnsi="Corbel"/>
          <w:smallCaps w:val="0"/>
          <w:szCs w:val="24"/>
        </w:rPr>
        <w:t>.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 xml:space="preserve">Sposób realizacji zajęć  </w:t>
      </w:r>
    </w:p>
    <w:p w14:paraId="6F1F62F8" w14:textId="2026211B" w:rsidR="00D05A2B" w:rsidRDefault="00D05A2B" w:rsidP="0C204CCF">
      <w:pPr>
        <w:pStyle w:val="paragraph"/>
        <w:spacing w:before="0" w:beforeAutospacing="0" w:after="0" w:afterAutospacing="0"/>
        <w:ind w:left="426"/>
        <w:rPr>
          <w:rStyle w:val="eop"/>
        </w:rPr>
      </w:pPr>
      <w:bookmarkStart w:id="0" w:name="_Hlk58255844"/>
      <w:r w:rsidRPr="0C204CCF">
        <w:rPr>
          <w:rStyle w:val="normaltextrun"/>
          <w:rFonts w:ascii="Wingdings" w:eastAsia="Wingdings" w:hAnsi="Wingdings" w:cs="Wingdings"/>
        </w:rPr>
        <w:t></w:t>
      </w:r>
      <w:r w:rsidRPr="0C204CCF">
        <w:rPr>
          <w:rStyle w:val="normaltextrun"/>
          <w:rFonts w:ascii="Corbel" w:hAnsi="Corbel" w:cs="Segoe UI"/>
        </w:rPr>
        <w:t> </w:t>
      </w:r>
      <w:r w:rsidRPr="0C204CCF">
        <w:rPr>
          <w:rFonts w:ascii="Corbel" w:hAnsi="Corbel"/>
        </w:rPr>
        <w:t xml:space="preserve">zajęcia w formie tradycyjnej </w:t>
      </w:r>
    </w:p>
    <w:p w14:paraId="2A250B5C" w14:textId="4241B26B" w:rsidR="00D05A2B" w:rsidRDefault="00D05A2B" w:rsidP="0C204CCF">
      <w:pPr>
        <w:pStyle w:val="paragraph"/>
        <w:spacing w:before="0" w:beforeAutospacing="0" w:after="0" w:afterAutospacing="0"/>
        <w:ind w:left="426"/>
        <w:rPr>
          <w:rStyle w:val="eop"/>
        </w:rPr>
      </w:pPr>
      <w:r w:rsidRPr="0C204CCF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C204CCF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C204CCF">
        <w:rPr>
          <w:rStyle w:val="eop"/>
          <w:rFonts w:ascii="Corbel" w:hAnsi="Corbel" w:cs="Segoe UI"/>
          <w:b/>
          <w:bCs/>
          <w:smallCaps/>
        </w:rPr>
        <w:t> </w:t>
      </w:r>
      <w:bookmarkEnd w:id="0"/>
    </w:p>
    <w:p w14:paraId="444814D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1C556B08" w14:textId="77777777" w:rsidR="00E22FBC" w:rsidRPr="002A18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1.3 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>For</w:t>
      </w:r>
      <w:r w:rsidR="00445970" w:rsidRPr="002A18ED">
        <w:rPr>
          <w:rFonts w:ascii="Corbel" w:hAnsi="Corbel"/>
          <w:smallCaps w:val="0"/>
          <w:szCs w:val="24"/>
        </w:rPr>
        <w:t xml:space="preserve">ma zaliczenia przedmiotu </w:t>
      </w:r>
      <w:r w:rsidRPr="002A18ED">
        <w:rPr>
          <w:rFonts w:ascii="Corbel" w:hAnsi="Corbel"/>
          <w:smallCaps w:val="0"/>
          <w:szCs w:val="24"/>
        </w:rPr>
        <w:t xml:space="preserve"> (z toku) </w:t>
      </w:r>
      <w:r w:rsidRPr="002A18ED">
        <w:rPr>
          <w:rFonts w:ascii="Corbel" w:hAnsi="Corbel"/>
          <w:b w:val="0"/>
          <w:smallCaps w:val="0"/>
          <w:szCs w:val="24"/>
        </w:rPr>
        <w:t>(egzamin, zaliczenie z oceną</w:t>
      </w:r>
      <w:r w:rsidRPr="002A18ED">
        <w:rPr>
          <w:rFonts w:ascii="Corbel" w:hAnsi="Corbel"/>
          <w:b w:val="0"/>
          <w:smallCaps w:val="0"/>
          <w:szCs w:val="24"/>
          <w:u w:val="single"/>
        </w:rPr>
        <w:t>,</w:t>
      </w:r>
      <w:r w:rsidRPr="002A18ED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13F7D858" w14:textId="443B31BF" w:rsidR="009C54AE" w:rsidRPr="002A18ED" w:rsidRDefault="002A1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zaliczenie z oceną</w:t>
      </w:r>
    </w:p>
    <w:p w14:paraId="2633518E" w14:textId="77777777" w:rsidR="00E960BB" w:rsidRPr="002A18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CC8729" w14:textId="77777777" w:rsidR="00E960BB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383BBA10" w14:textId="77777777" w:rsidTr="00745302">
        <w:tc>
          <w:tcPr>
            <w:tcW w:w="9670" w:type="dxa"/>
          </w:tcPr>
          <w:p w14:paraId="5669E9D0" w14:textId="77777777" w:rsidR="0085747A" w:rsidRPr="002A18ED" w:rsidRDefault="00467CDA" w:rsidP="00FC53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inwestycjami 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gospodarce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gospodarstwie domowym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Student zna podstawy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 przedsiębiorstwie usługowym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65DC80F" w14:textId="77777777" w:rsidR="00153C41" w:rsidRPr="002A18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0D5E5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>3.</w:t>
      </w:r>
      <w:r w:rsidR="00A84C85" w:rsidRPr="002A18ED">
        <w:rPr>
          <w:rFonts w:ascii="Corbel" w:hAnsi="Corbel"/>
          <w:szCs w:val="24"/>
        </w:rPr>
        <w:t>cele, efekty uczenia się</w:t>
      </w:r>
      <w:r w:rsidR="0085747A" w:rsidRPr="002A18ED">
        <w:rPr>
          <w:rFonts w:ascii="Corbel" w:hAnsi="Corbel"/>
          <w:szCs w:val="24"/>
        </w:rPr>
        <w:t xml:space="preserve"> , treści Programowe i stosowane metody Dydaktyczne</w:t>
      </w:r>
    </w:p>
    <w:p w14:paraId="04AA81F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9B1E9" w14:textId="77777777" w:rsidR="0085747A" w:rsidRPr="002A18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3.1 </w:t>
      </w:r>
      <w:r w:rsidR="00C05F44" w:rsidRPr="002A18ED">
        <w:rPr>
          <w:rFonts w:ascii="Corbel" w:hAnsi="Corbel"/>
          <w:sz w:val="24"/>
          <w:szCs w:val="24"/>
        </w:rPr>
        <w:t>Cele przedmiotu</w:t>
      </w:r>
    </w:p>
    <w:p w14:paraId="523AF9CE" w14:textId="77777777" w:rsidR="00F83B28" w:rsidRPr="002A18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A18ED" w14:paraId="3DFE72F3" w14:textId="77777777" w:rsidTr="00923D7D">
        <w:tc>
          <w:tcPr>
            <w:tcW w:w="851" w:type="dxa"/>
            <w:vAlign w:val="center"/>
          </w:tcPr>
          <w:p w14:paraId="3B8E3C96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B71DC8" w14:textId="77777777" w:rsidR="0085747A" w:rsidRPr="002A18ED" w:rsidRDefault="00467CDA" w:rsidP="00FC53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działalności </w:t>
            </w:r>
            <w:r w:rsidR="00B621C2" w:rsidRPr="002A18ED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orstw usługowych do świadczenia usług inwestycyjnych.</w:t>
            </w: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A18ED" w14:paraId="299B4C8C" w14:textId="77777777" w:rsidTr="00923D7D">
        <w:tc>
          <w:tcPr>
            <w:tcW w:w="851" w:type="dxa"/>
            <w:vAlign w:val="center"/>
          </w:tcPr>
          <w:p w14:paraId="658CA054" w14:textId="77777777" w:rsidR="0085747A" w:rsidRPr="002A18ED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EF9E5D" w14:textId="77777777" w:rsidR="0085747A" w:rsidRPr="002A18ED" w:rsidRDefault="00B75FF9" w:rsidP="00D85AD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Opracowuje i przeprowadza syntetyczną prezentację dotyczącą wybranego aspektu 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związanego z możliwościami inwestowania własnych środków finansowych z uwzględnieniem </w:t>
            </w:r>
            <w:r w:rsidRPr="002A18ED">
              <w:rPr>
                <w:rFonts w:ascii="Corbel" w:hAnsi="Corbel"/>
                <w:sz w:val="24"/>
                <w:szCs w:val="24"/>
              </w:rPr>
              <w:t>kierunków zmian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 na rynku usług inwestycyjnych</w:t>
            </w:r>
          </w:p>
        </w:tc>
      </w:tr>
      <w:tr w:rsidR="0085747A" w:rsidRPr="002A18ED" w14:paraId="1D5B17FF" w14:textId="77777777" w:rsidTr="00923D7D">
        <w:tc>
          <w:tcPr>
            <w:tcW w:w="851" w:type="dxa"/>
            <w:vAlign w:val="center"/>
          </w:tcPr>
          <w:p w14:paraId="45D46CE1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 w:rsidRPr="002A18E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61BB4D" w14:textId="77777777" w:rsidR="0085747A" w:rsidRPr="002A18ED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4AB44CC2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F17985" w14:textId="77777777" w:rsidR="001D7B54" w:rsidRPr="002A18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3.2 </w:t>
      </w:r>
      <w:r w:rsidR="001D7B54" w:rsidRPr="002A18ED">
        <w:rPr>
          <w:rFonts w:ascii="Corbel" w:hAnsi="Corbel"/>
          <w:b/>
          <w:sz w:val="24"/>
          <w:szCs w:val="24"/>
        </w:rPr>
        <w:t xml:space="preserve">Efekty </w:t>
      </w:r>
      <w:r w:rsidR="00C05F44" w:rsidRPr="002A18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8ED">
        <w:rPr>
          <w:rFonts w:ascii="Corbel" w:hAnsi="Corbel"/>
          <w:b/>
          <w:sz w:val="24"/>
          <w:szCs w:val="24"/>
        </w:rPr>
        <w:t>dla przedmiotu</w:t>
      </w:r>
    </w:p>
    <w:p w14:paraId="27CFA69B" w14:textId="77777777" w:rsidR="001D7B54" w:rsidRPr="002A18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2A18ED" w14:paraId="225C96B9" w14:textId="77777777" w:rsidTr="717459E4">
        <w:tc>
          <w:tcPr>
            <w:tcW w:w="1701" w:type="dxa"/>
            <w:vAlign w:val="center"/>
          </w:tcPr>
          <w:p w14:paraId="64374021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18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A42F32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358A5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18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2A18ED" w14:paraId="37F26581" w14:textId="77777777" w:rsidTr="717459E4">
        <w:tc>
          <w:tcPr>
            <w:tcW w:w="1701" w:type="dxa"/>
          </w:tcPr>
          <w:p w14:paraId="550EF672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1158F1" w14:textId="38C76E96" w:rsidR="00DD539B" w:rsidRPr="002A18ED" w:rsidRDefault="634E4965" w:rsidP="0053026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</w:t>
            </w:r>
            <w:r w:rsidR="5F745C2C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dotyczące</w:t>
            </w:r>
            <w:r w:rsidR="3CB2805B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5F745C2C" w:rsidRPr="717459E4">
              <w:rPr>
                <w:rFonts w:ascii="Corbel" w:hAnsi="Corbel"/>
                <w:sz w:val="24"/>
                <w:szCs w:val="24"/>
              </w:rPr>
              <w:t>inwestycji i działalności inwestycyjnej oraz możliwości inwestowania środków pieniężnych</w:t>
            </w:r>
          </w:p>
        </w:tc>
        <w:tc>
          <w:tcPr>
            <w:tcW w:w="1873" w:type="dxa"/>
          </w:tcPr>
          <w:p w14:paraId="468DF41C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AB8DA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0265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539B" w:rsidRPr="002A18ED" w14:paraId="5231A978" w14:textId="77777777" w:rsidTr="717459E4">
        <w:tc>
          <w:tcPr>
            <w:tcW w:w="1701" w:type="dxa"/>
          </w:tcPr>
          <w:p w14:paraId="692CC553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9AFB95" w14:textId="77777777" w:rsidR="00DD539B" w:rsidRPr="002A18ED" w:rsidRDefault="00DD539B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 xml:space="preserve">pozyskiwać i analizować dane dotyczące procesów rozwoju gospodarczego i społecznego oraz wykorzystywać wiedzę ekonomiczną i techniki informacyjno-komunikacyjne w ocenie i poszukiwaniu optymalnych rozwiązań problemów gospodarczych i społecznych w aspekcie inwestycji.  </w:t>
            </w:r>
          </w:p>
        </w:tc>
        <w:tc>
          <w:tcPr>
            <w:tcW w:w="1873" w:type="dxa"/>
          </w:tcPr>
          <w:p w14:paraId="55B27BB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3FF2D1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F531AA3" w14:textId="77777777" w:rsidR="00117826" w:rsidRPr="002A18ED" w:rsidRDefault="00117826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D539B" w:rsidRPr="002A18ED" w14:paraId="7BB8326C" w14:textId="77777777" w:rsidTr="717459E4">
        <w:tc>
          <w:tcPr>
            <w:tcW w:w="1701" w:type="dxa"/>
          </w:tcPr>
          <w:p w14:paraId="563F3AA8" w14:textId="7C09E6A9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272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BA259B" w14:textId="49725EE0" w:rsidR="00DD539B" w:rsidRPr="002A18ED" w:rsidRDefault="1889C1F6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 przyjmując w niej różne role oraz współodpowiedzialność za realizowane zadania </w:t>
            </w:r>
          </w:p>
        </w:tc>
        <w:tc>
          <w:tcPr>
            <w:tcW w:w="1873" w:type="dxa"/>
          </w:tcPr>
          <w:p w14:paraId="4A419EB3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5272086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2A18ED" w14:paraId="7E104783" w14:textId="77777777" w:rsidTr="717459E4">
        <w:tc>
          <w:tcPr>
            <w:tcW w:w="1701" w:type="dxa"/>
          </w:tcPr>
          <w:p w14:paraId="64735A7C" w14:textId="22E2D649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272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6096" w:type="dxa"/>
          </w:tcPr>
          <w:p w14:paraId="38632DA0" w14:textId="77777777" w:rsidR="00DD539B" w:rsidRPr="002A18ED" w:rsidRDefault="00DD539B" w:rsidP="00117826">
            <w:pPr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Jest gotów </w:t>
            </w:r>
            <w:r w:rsidR="00117826"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 związanych z możliwościami wykorzystania usług inwestycyjnych</w:t>
            </w:r>
          </w:p>
        </w:tc>
        <w:tc>
          <w:tcPr>
            <w:tcW w:w="1873" w:type="dxa"/>
          </w:tcPr>
          <w:p w14:paraId="4FDA2027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947A81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C81E7" w14:textId="77777777" w:rsidR="0085747A" w:rsidRPr="002A18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>3.3</w:t>
      </w:r>
      <w:r w:rsidR="0085747A" w:rsidRPr="002A18ED">
        <w:rPr>
          <w:rFonts w:ascii="Corbel" w:hAnsi="Corbel"/>
          <w:b/>
          <w:sz w:val="24"/>
          <w:szCs w:val="24"/>
        </w:rPr>
        <w:t>T</w:t>
      </w:r>
      <w:r w:rsidR="001D7B54" w:rsidRPr="002A18ED">
        <w:rPr>
          <w:rFonts w:ascii="Corbel" w:hAnsi="Corbel"/>
          <w:b/>
          <w:sz w:val="24"/>
          <w:szCs w:val="24"/>
        </w:rPr>
        <w:t xml:space="preserve">reści programowe </w:t>
      </w:r>
    </w:p>
    <w:p w14:paraId="1A3C244A" w14:textId="77777777" w:rsidR="0085747A" w:rsidRPr="002A18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18ED">
        <w:rPr>
          <w:rFonts w:ascii="Corbel" w:hAnsi="Corbel"/>
          <w:sz w:val="24"/>
          <w:szCs w:val="24"/>
        </w:rPr>
        <w:t xml:space="preserve">, </w:t>
      </w:r>
      <w:r w:rsidRPr="002A18ED">
        <w:rPr>
          <w:rFonts w:ascii="Corbel" w:hAnsi="Corbel"/>
          <w:sz w:val="24"/>
          <w:szCs w:val="24"/>
        </w:rPr>
        <w:t xml:space="preserve">zajęć praktycznych </w:t>
      </w:r>
    </w:p>
    <w:p w14:paraId="1048E82D" w14:textId="77777777" w:rsidR="0085747A" w:rsidRPr="002A18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0BE13ECA" w14:textId="77777777" w:rsidTr="006062B7">
        <w:tc>
          <w:tcPr>
            <w:tcW w:w="9520" w:type="dxa"/>
          </w:tcPr>
          <w:p w14:paraId="57FFD027" w14:textId="77777777" w:rsidR="0085747A" w:rsidRPr="002A18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18ED" w14:paraId="3B171125" w14:textId="77777777" w:rsidTr="006062B7">
        <w:tc>
          <w:tcPr>
            <w:tcW w:w="9520" w:type="dxa"/>
          </w:tcPr>
          <w:p w14:paraId="5B327DF5" w14:textId="77777777" w:rsidR="0085747A" w:rsidRPr="002A18ED" w:rsidRDefault="00675B05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Rodzaje inwestycji. Inwestycje rzeczowe, finansowe, niematerialne</w:t>
            </w:r>
          </w:p>
        </w:tc>
      </w:tr>
      <w:tr w:rsidR="0085747A" w:rsidRPr="002A18ED" w14:paraId="4905D377" w14:textId="77777777" w:rsidTr="006062B7">
        <w:tc>
          <w:tcPr>
            <w:tcW w:w="9520" w:type="dxa"/>
          </w:tcPr>
          <w:p w14:paraId="7EF99CEB" w14:textId="77777777" w:rsidR="0085747A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lastRenderedPageBreak/>
              <w:t>Podstawowe cechy działalności inwestycyjnej</w:t>
            </w:r>
          </w:p>
        </w:tc>
      </w:tr>
      <w:tr w:rsidR="0085747A" w:rsidRPr="002A18ED" w14:paraId="1101D3CD" w14:textId="77777777" w:rsidTr="006062B7">
        <w:tc>
          <w:tcPr>
            <w:tcW w:w="9520" w:type="dxa"/>
          </w:tcPr>
          <w:p w14:paraId="7F8E4BE0" w14:textId="77777777" w:rsidR="00675B05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inwestycji ze względu na cel, przedmiot inwestycji</w:t>
            </w:r>
          </w:p>
        </w:tc>
      </w:tr>
      <w:tr w:rsidR="00D9018B" w:rsidRPr="002A18ED" w14:paraId="0F841E1F" w14:textId="77777777" w:rsidTr="006062B7">
        <w:tc>
          <w:tcPr>
            <w:tcW w:w="9520" w:type="dxa"/>
          </w:tcPr>
          <w:p w14:paraId="0E272A08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Oszczędzanie a inwestowanie</w:t>
            </w:r>
          </w:p>
        </w:tc>
      </w:tr>
      <w:tr w:rsidR="00D9018B" w:rsidRPr="002A18ED" w14:paraId="1DD7F0CD" w14:textId="77777777" w:rsidTr="006062B7">
        <w:tc>
          <w:tcPr>
            <w:tcW w:w="9520" w:type="dxa"/>
          </w:tcPr>
          <w:p w14:paraId="5A843AFD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Sposoby inwestowania: inwestycje bezpośrednie i pośrednie</w:t>
            </w:r>
          </w:p>
        </w:tc>
      </w:tr>
      <w:tr w:rsidR="00D9018B" w:rsidRPr="002A18ED" w14:paraId="58A57327" w14:textId="77777777" w:rsidTr="006062B7">
        <w:tc>
          <w:tcPr>
            <w:tcW w:w="9520" w:type="dxa"/>
          </w:tcPr>
          <w:p w14:paraId="003DA9BD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Źródła finansowania przedsięwzięć inwestycyjnych</w:t>
            </w:r>
          </w:p>
        </w:tc>
      </w:tr>
      <w:tr w:rsidR="00D9018B" w:rsidRPr="002A18ED" w14:paraId="4559D30B" w14:textId="77777777" w:rsidTr="006062B7">
        <w:tc>
          <w:tcPr>
            <w:tcW w:w="9520" w:type="dxa"/>
          </w:tcPr>
          <w:p w14:paraId="5E3F818C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Przedstawienie projektów dotyczących możliwości inwestowania środków finansowych</w:t>
            </w:r>
          </w:p>
        </w:tc>
      </w:tr>
    </w:tbl>
    <w:p w14:paraId="59F1F653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83C60A" w14:textId="77777777" w:rsidR="0085747A" w:rsidRPr="002A18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3.4 Metody dydaktyczne</w:t>
      </w:r>
    </w:p>
    <w:p w14:paraId="04513917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C11028F" w14:textId="4ED3736D" w:rsidR="0085747A" w:rsidRPr="002A18ED" w:rsidRDefault="00153C41" w:rsidP="717459E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17459E4">
        <w:rPr>
          <w:rFonts w:ascii="Corbel" w:hAnsi="Corbel"/>
          <w:b w:val="0"/>
          <w:smallCaps w:val="0"/>
        </w:rPr>
        <w:t xml:space="preserve">Ćwiczenia: </w:t>
      </w:r>
      <w:r w:rsidR="0085747A" w:rsidRPr="717459E4">
        <w:rPr>
          <w:rFonts w:ascii="Corbel" w:hAnsi="Corbel"/>
          <w:b w:val="0"/>
          <w:smallCaps w:val="0"/>
        </w:rPr>
        <w:t>metoda projektów</w:t>
      </w:r>
      <w:r w:rsidR="0071620A" w:rsidRPr="717459E4">
        <w:rPr>
          <w:rFonts w:ascii="Corbel" w:hAnsi="Corbel"/>
          <w:b w:val="0"/>
          <w:smallCaps w:val="0"/>
        </w:rPr>
        <w:t>,</w:t>
      </w:r>
      <w:r w:rsidR="001718A7" w:rsidRPr="717459E4">
        <w:rPr>
          <w:rFonts w:ascii="Corbel" w:hAnsi="Corbel"/>
          <w:b w:val="0"/>
          <w:smallCaps w:val="0"/>
        </w:rPr>
        <w:t xml:space="preserve"> praca w</w:t>
      </w:r>
      <w:r w:rsidR="0AED8B43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grupach</w:t>
      </w:r>
      <w:r w:rsidR="7BC9274C" w:rsidRPr="717459E4">
        <w:rPr>
          <w:rFonts w:ascii="Corbel" w:hAnsi="Corbel"/>
          <w:b w:val="0"/>
          <w:smallCaps w:val="0"/>
        </w:rPr>
        <w:t>,</w:t>
      </w:r>
      <w:r w:rsidR="0071620A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dyskusja</w:t>
      </w:r>
      <w:r w:rsidR="1B5ED03A" w:rsidRPr="717459E4">
        <w:rPr>
          <w:rFonts w:ascii="Corbel" w:hAnsi="Corbel"/>
          <w:b w:val="0"/>
          <w:smallCaps w:val="0"/>
        </w:rPr>
        <w:t xml:space="preserve"> </w:t>
      </w:r>
    </w:p>
    <w:p w14:paraId="0073F6F7" w14:textId="19319C83" w:rsidR="0085747A" w:rsidRPr="002A18ED" w:rsidRDefault="0085747A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7190209" w14:textId="157884B2" w:rsidR="0085747A" w:rsidRPr="002A18ED" w:rsidRDefault="00C61DC5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473CAAA">
        <w:rPr>
          <w:rFonts w:ascii="Corbel" w:hAnsi="Corbel"/>
          <w:smallCaps w:val="0"/>
        </w:rPr>
        <w:t xml:space="preserve">4. </w:t>
      </w:r>
      <w:r w:rsidR="0085747A" w:rsidRPr="7473CAAA">
        <w:rPr>
          <w:rFonts w:ascii="Corbel" w:hAnsi="Corbel"/>
          <w:smallCaps w:val="0"/>
        </w:rPr>
        <w:t>METODY I KRYTERIA OCENY</w:t>
      </w:r>
    </w:p>
    <w:p w14:paraId="656FD0A2" w14:textId="77777777" w:rsidR="00923D7D" w:rsidRPr="002A18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3CDFE" w14:textId="77777777" w:rsidR="0085747A" w:rsidRPr="002A18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8ED">
        <w:rPr>
          <w:rFonts w:ascii="Corbel" w:hAnsi="Corbel"/>
          <w:smallCaps w:val="0"/>
          <w:szCs w:val="24"/>
        </w:rPr>
        <w:t>uczenia się</w:t>
      </w:r>
    </w:p>
    <w:p w14:paraId="60223568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18ED" w14:paraId="2EE23BA4" w14:textId="77777777" w:rsidTr="7473CAAA">
        <w:tc>
          <w:tcPr>
            <w:tcW w:w="1985" w:type="dxa"/>
            <w:vAlign w:val="center"/>
          </w:tcPr>
          <w:p w14:paraId="1B67B019" w14:textId="77777777" w:rsidR="0085747A" w:rsidRPr="002A18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DB7656" w14:textId="77777777" w:rsidR="0085747A" w:rsidRPr="002A18E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57B77B" w14:textId="77777777" w:rsidR="0085747A" w:rsidRPr="002A18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26B56F" w14:textId="77777777" w:rsidR="00923D7D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B55AA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18ED" w14:paraId="10D9E34C" w14:textId="77777777" w:rsidTr="7473CAAA">
        <w:tc>
          <w:tcPr>
            <w:tcW w:w="1985" w:type="dxa"/>
          </w:tcPr>
          <w:p w14:paraId="3816D719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18E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6AFB9" w14:textId="09F0A705" w:rsidR="0085747A" w:rsidRPr="002A18ED" w:rsidRDefault="6DB5C177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test</w:t>
            </w:r>
          </w:p>
        </w:tc>
        <w:tc>
          <w:tcPr>
            <w:tcW w:w="2126" w:type="dxa"/>
          </w:tcPr>
          <w:p w14:paraId="35D03DA6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08FC51CC" w14:textId="77777777" w:rsidTr="7473CAAA">
        <w:tc>
          <w:tcPr>
            <w:tcW w:w="1985" w:type="dxa"/>
          </w:tcPr>
          <w:p w14:paraId="11F193DC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C209B4" w14:textId="697A18FD" w:rsidR="002D63A6" w:rsidRPr="002A18ED" w:rsidRDefault="2A9BEB18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</w:p>
        </w:tc>
        <w:tc>
          <w:tcPr>
            <w:tcW w:w="2126" w:type="dxa"/>
          </w:tcPr>
          <w:p w14:paraId="5DFB33BA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A18ED" w14:paraId="0F925108" w14:textId="77777777" w:rsidTr="7473CAAA">
        <w:tc>
          <w:tcPr>
            <w:tcW w:w="1985" w:type="dxa"/>
          </w:tcPr>
          <w:p w14:paraId="52DAAFD0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2A18E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979AF3" w14:textId="77777777" w:rsidR="0085747A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52034B2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1ABBFF6E" w14:textId="77777777" w:rsidTr="7473CAAA">
        <w:tc>
          <w:tcPr>
            <w:tcW w:w="1985" w:type="dxa"/>
          </w:tcPr>
          <w:p w14:paraId="7B3B5481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E25C656" w14:textId="77777777" w:rsidR="002D63A6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A369340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42D822" w14:textId="77777777" w:rsidR="00923D7D" w:rsidRPr="002A18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6A5A88" w14:textId="77777777" w:rsidR="0085747A" w:rsidRPr="002A18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4.2 </w:t>
      </w:r>
      <w:r w:rsidR="0085747A" w:rsidRPr="002A18ED">
        <w:rPr>
          <w:rFonts w:ascii="Corbel" w:hAnsi="Corbel"/>
          <w:smallCaps w:val="0"/>
          <w:szCs w:val="24"/>
        </w:rPr>
        <w:t>Warunki zaliczenia przedmiotu (kryteria oceniania)</w:t>
      </w:r>
    </w:p>
    <w:p w14:paraId="0F1FE681" w14:textId="77777777" w:rsidR="00923D7D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404D1C2E" w14:textId="77777777" w:rsidTr="717459E4">
        <w:tc>
          <w:tcPr>
            <w:tcW w:w="9670" w:type="dxa"/>
          </w:tcPr>
          <w:p w14:paraId="374CA42C" w14:textId="340C1EB0" w:rsidR="0085747A" w:rsidRPr="002A18ED" w:rsidRDefault="6D7717B8" w:rsidP="717459E4">
            <w:pPr>
              <w:spacing w:after="0" w:line="240" w:lineRule="auto"/>
              <w:rPr>
                <w:rFonts w:ascii="Corbel" w:hAnsi="Corbel"/>
              </w:rPr>
            </w:pPr>
            <w:r w:rsidRPr="717459E4">
              <w:rPr>
                <w:rFonts w:ascii="Corbel" w:hAnsi="Corbel"/>
              </w:rPr>
              <w:t xml:space="preserve">Zaliczenie przedmiotu następuje na podstawie </w:t>
            </w:r>
            <w:r w:rsidR="005828D5" w:rsidRPr="717459E4">
              <w:rPr>
                <w:rFonts w:ascii="Corbel" w:hAnsi="Corbel"/>
              </w:rPr>
              <w:t xml:space="preserve">pozytywnej </w:t>
            </w:r>
            <w:r w:rsidRPr="717459E4">
              <w:rPr>
                <w:rFonts w:ascii="Corbel" w:hAnsi="Corbel"/>
              </w:rPr>
              <w:t>oceny: testu sprawdzającego oraz</w:t>
            </w:r>
            <w:r w:rsidR="210033CB" w:rsidRPr="717459E4">
              <w:rPr>
                <w:rFonts w:ascii="Corbel" w:hAnsi="Corbel"/>
              </w:rPr>
              <w:t xml:space="preserve"> </w:t>
            </w:r>
            <w:r w:rsidRPr="717459E4">
              <w:rPr>
                <w:rFonts w:ascii="Corbel" w:hAnsi="Corbel"/>
              </w:rPr>
              <w:t xml:space="preserve">opracowanego projektu dotyczącego </w:t>
            </w:r>
            <w:r w:rsidR="2A9BEB18" w:rsidRPr="717459E4">
              <w:rPr>
                <w:rFonts w:ascii="Corbel" w:hAnsi="Corbel"/>
              </w:rPr>
              <w:t>świadczenia usług inwestycyjnych wybranej</w:t>
            </w:r>
            <w:r w:rsidRPr="717459E4">
              <w:rPr>
                <w:rFonts w:ascii="Corbel" w:hAnsi="Corbel"/>
              </w:rPr>
              <w:t xml:space="preserve"> firmy usługowej.</w:t>
            </w:r>
          </w:p>
          <w:p w14:paraId="4101E432" w14:textId="5FB2308F" w:rsidR="0085747A" w:rsidRPr="002A18ED" w:rsidRDefault="6D7717B8" w:rsidP="7473CAAA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7473CAAA">
              <w:rPr>
                <w:rFonts w:ascii="Corbel" w:hAnsi="Corbel"/>
              </w:rPr>
              <w:t xml:space="preserve"> </w:t>
            </w:r>
            <w:r w:rsidR="275652C4" w:rsidRPr="7473CAAA">
              <w:rPr>
                <w:rFonts w:ascii="Corbel" w:hAnsi="Corbel"/>
              </w:rPr>
              <w:t>T</w:t>
            </w:r>
            <w:r w:rsidR="10CC4FC9" w:rsidRPr="7473CAAA">
              <w:rPr>
                <w:rFonts w:ascii="Corbel" w:eastAsia="Corbel" w:hAnsi="Corbel" w:cs="Corbel"/>
              </w:rPr>
              <w:t xml:space="preserve">est </w:t>
            </w:r>
            <w:r w:rsidR="762EC7C8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 xml:space="preserve">70% wartości końcowej oceny, projekt </w:t>
            </w:r>
            <w:r w:rsidR="10CC4FC9" w:rsidRPr="7473CAAA">
              <w:rPr>
                <w:rFonts w:ascii="Corbel" w:eastAsia="Corbel" w:hAnsi="Corbel" w:cs="Corbel"/>
                <w:color w:val="000000" w:themeColor="text1"/>
              </w:rPr>
              <w:t>zespołowy</w:t>
            </w:r>
            <w:r w:rsidR="10CC4FC9" w:rsidRPr="7473CAAA">
              <w:rPr>
                <w:rFonts w:ascii="Corbel" w:eastAsia="Corbel" w:hAnsi="Corbel" w:cs="Corbel"/>
              </w:rPr>
              <w:t xml:space="preserve"> </w:t>
            </w:r>
            <w:r w:rsidR="0E87B296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>30% wartości końcowej ocen</w:t>
            </w:r>
            <w:r w:rsidR="3C30DE8D" w:rsidRPr="7473CAAA">
              <w:rPr>
                <w:rFonts w:ascii="Corbel" w:eastAsia="Corbel" w:hAnsi="Corbel" w:cs="Corbel"/>
              </w:rPr>
              <w:t>y.  Przy ustalaniu oceny</w:t>
            </w:r>
            <w:r w:rsidR="24A01D27" w:rsidRPr="7473CAAA">
              <w:rPr>
                <w:rFonts w:ascii="Corbel" w:eastAsia="Corbel" w:hAnsi="Corbel" w:cs="Corbel"/>
              </w:rPr>
              <w:t xml:space="preserve"> stosuje się następującą skalę przeliczania punktów na oceny</w:t>
            </w:r>
            <w:r w:rsidR="329E1984" w:rsidRPr="7473CAAA">
              <w:rPr>
                <w:rFonts w:ascii="Corbel" w:eastAsia="Corbel" w:hAnsi="Corbel" w:cs="Corbel"/>
              </w:rPr>
              <w:t>:</w:t>
            </w:r>
          </w:p>
          <w:p w14:paraId="7CDB8DFE" w14:textId="1BD21F0B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889540B" w14:textId="7E4F5E5D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32BBE4A7" w14:textId="14D2CF0A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023DB0DB" w14:textId="4A7837C2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55DAA732" w14:textId="2B27BBE9" w:rsidR="0085747A" w:rsidRPr="002A18ED" w:rsidRDefault="06A8C55D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- od 51% - do 60%</w:t>
            </w:r>
            <w:r w:rsidR="7213F810" w:rsidRPr="7473CAAA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</w:tbl>
    <w:p w14:paraId="693EE394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DA0EC" w14:textId="77777777" w:rsidR="009F4610" w:rsidRPr="002A18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5. </w:t>
      </w:r>
      <w:r w:rsidR="00C61DC5" w:rsidRPr="002A18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18E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A18ED">
        <w:rPr>
          <w:rFonts w:ascii="Corbel" w:hAnsi="Corbel"/>
          <w:b/>
          <w:sz w:val="24"/>
          <w:szCs w:val="24"/>
        </w:rPr>
        <w:t xml:space="preserve"> </w:t>
      </w:r>
    </w:p>
    <w:p w14:paraId="1C0356C0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18ED" w14:paraId="6C8A573D" w14:textId="77777777" w:rsidTr="003E1941">
        <w:tc>
          <w:tcPr>
            <w:tcW w:w="4962" w:type="dxa"/>
            <w:vAlign w:val="center"/>
          </w:tcPr>
          <w:p w14:paraId="4723D57F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C2497F" w14:textId="79232826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1925" w:rsidRPr="002A18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18ED" w14:paraId="78C8C3E6" w14:textId="77777777" w:rsidTr="00923D7D">
        <w:tc>
          <w:tcPr>
            <w:tcW w:w="4962" w:type="dxa"/>
          </w:tcPr>
          <w:p w14:paraId="1241B1A7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G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18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18E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18E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18E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491C1F" w14:textId="0B6AF423" w:rsidR="0085747A" w:rsidRPr="002A18ED" w:rsidRDefault="007B6135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A18ED" w14:paraId="6014F65B" w14:textId="77777777" w:rsidTr="00923D7D">
        <w:tc>
          <w:tcPr>
            <w:tcW w:w="4962" w:type="dxa"/>
          </w:tcPr>
          <w:p w14:paraId="49104B76" w14:textId="77777777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BBFEB" w14:textId="08940CDA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6E49E0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A18ED" w14:paraId="67F788DB" w14:textId="77777777" w:rsidTr="00923D7D">
        <w:tc>
          <w:tcPr>
            <w:tcW w:w="4962" w:type="dxa"/>
          </w:tcPr>
          <w:p w14:paraId="5A34AE17" w14:textId="76302BD3" w:rsidR="00C61DC5" w:rsidRPr="002A18ED" w:rsidRDefault="00C61DC5" w:rsidP="002A1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18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18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8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 w:rsidRPr="002A18E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2A18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07954D" w14:textId="7BF05E3E" w:rsidR="00C61DC5" w:rsidRPr="002A18ED" w:rsidRDefault="007B6135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2A18ED" w14:paraId="274E3E9D" w14:textId="77777777" w:rsidTr="00923D7D">
        <w:tc>
          <w:tcPr>
            <w:tcW w:w="4962" w:type="dxa"/>
          </w:tcPr>
          <w:p w14:paraId="1E4A2A41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43BA49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2</w:t>
            </w:r>
            <w:r w:rsidR="00942E1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A18ED" w14:paraId="255888E7" w14:textId="77777777" w:rsidTr="00923D7D">
        <w:tc>
          <w:tcPr>
            <w:tcW w:w="4962" w:type="dxa"/>
          </w:tcPr>
          <w:p w14:paraId="7FC4DA6F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A18E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DFCC684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088BC51" w14:textId="77777777" w:rsidR="0085747A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18E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18E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AD4452" w14:textId="77777777" w:rsidR="003E1941" w:rsidRPr="002A18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2CFEA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6. </w:t>
      </w:r>
      <w:r w:rsidR="0085747A" w:rsidRPr="002A18ED">
        <w:rPr>
          <w:rFonts w:ascii="Corbel" w:hAnsi="Corbel"/>
          <w:smallCaps w:val="0"/>
          <w:szCs w:val="24"/>
        </w:rPr>
        <w:t>PRAKTYKI ZAWO</w:t>
      </w:r>
      <w:r w:rsidR="009D3F3B" w:rsidRPr="002A18ED">
        <w:rPr>
          <w:rFonts w:ascii="Corbel" w:hAnsi="Corbel"/>
          <w:smallCaps w:val="0"/>
          <w:szCs w:val="24"/>
        </w:rPr>
        <w:t>DOWE W RAMACH PRZEDMIOTU</w:t>
      </w:r>
    </w:p>
    <w:p w14:paraId="448EFA7B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A18ED" w14:paraId="2D717922" w14:textId="77777777" w:rsidTr="005B1925">
        <w:trPr>
          <w:trHeight w:val="397"/>
        </w:trPr>
        <w:tc>
          <w:tcPr>
            <w:tcW w:w="2359" w:type="pct"/>
          </w:tcPr>
          <w:p w14:paraId="3C2C1C8C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34FF4DD" w14:textId="310E3A42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18ED" w14:paraId="28FA71E8" w14:textId="77777777" w:rsidTr="005B1925">
        <w:trPr>
          <w:trHeight w:val="397"/>
        </w:trPr>
        <w:tc>
          <w:tcPr>
            <w:tcW w:w="2359" w:type="pct"/>
          </w:tcPr>
          <w:p w14:paraId="7540E5B1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B8AE10" w14:textId="09DDD284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F09FCF" w14:textId="77777777" w:rsidR="003E1941" w:rsidRPr="002A18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F8976" w14:textId="77777777" w:rsidR="0085747A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7. </w:t>
      </w:r>
      <w:r w:rsidR="0085747A" w:rsidRPr="002A18ED">
        <w:rPr>
          <w:rFonts w:ascii="Corbel" w:hAnsi="Corbel"/>
          <w:smallCaps w:val="0"/>
          <w:szCs w:val="24"/>
        </w:rPr>
        <w:t>LITERATURA</w:t>
      </w:r>
    </w:p>
    <w:p w14:paraId="76B955B8" w14:textId="77777777" w:rsidR="00675843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18ED" w14:paraId="5F19A165" w14:textId="77777777" w:rsidTr="717459E4">
        <w:trPr>
          <w:trHeight w:val="397"/>
        </w:trPr>
        <w:tc>
          <w:tcPr>
            <w:tcW w:w="5000" w:type="pct"/>
          </w:tcPr>
          <w:p w14:paraId="3F1A7CB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30331A" w14:textId="291A57FA" w:rsidR="00675B05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Barembruch</w:t>
            </w:r>
            <w:proofErr w:type="spellEnd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A., Zarządzanie finansami osobistymi: teoria i praktyka, Wydawnictwo Uniwersytetu Gdańskiego, 2018</w:t>
            </w:r>
          </w:p>
          <w:p w14:paraId="3225617C" w14:textId="77777777" w:rsidR="00DA3FAB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Engelhardt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J.(red.), Ekonomika przedsiębiorstw, </w:t>
            </w: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2017</w:t>
            </w:r>
          </w:p>
        </w:tc>
      </w:tr>
      <w:tr w:rsidR="0085747A" w:rsidRPr="002A18ED" w14:paraId="425412B9" w14:textId="77777777" w:rsidTr="717459E4">
        <w:trPr>
          <w:trHeight w:val="397"/>
        </w:trPr>
        <w:tc>
          <w:tcPr>
            <w:tcW w:w="5000" w:type="pct"/>
          </w:tcPr>
          <w:p w14:paraId="7551873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BE3069" w14:textId="77777777" w:rsidR="00FB7FE8" w:rsidRPr="002A18ED" w:rsidRDefault="00675B05" w:rsidP="005B192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Bywalec Cz., Ekonomika i finanse gospodarstw domowych, Wydawnictwo Naukowe PWN, Warszawa 2012.</w:t>
            </w:r>
          </w:p>
        </w:tc>
      </w:tr>
    </w:tbl>
    <w:p w14:paraId="2E5F103C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E9D26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F7BFE" w14:textId="77777777" w:rsidR="0085747A" w:rsidRPr="002A18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A18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C9B1A" w14:textId="77777777" w:rsidR="004F6768" w:rsidRDefault="004F6768" w:rsidP="00C16ABF">
      <w:pPr>
        <w:spacing w:after="0" w:line="240" w:lineRule="auto"/>
      </w:pPr>
      <w:r>
        <w:separator/>
      </w:r>
    </w:p>
  </w:endnote>
  <w:endnote w:type="continuationSeparator" w:id="0">
    <w:p w14:paraId="0EB36955" w14:textId="77777777" w:rsidR="004F6768" w:rsidRDefault="004F67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04F66" w14:textId="77777777" w:rsidR="004F6768" w:rsidRDefault="004F6768" w:rsidP="00C16ABF">
      <w:pPr>
        <w:spacing w:after="0" w:line="240" w:lineRule="auto"/>
      </w:pPr>
      <w:r>
        <w:separator/>
      </w:r>
    </w:p>
  </w:footnote>
  <w:footnote w:type="continuationSeparator" w:id="0">
    <w:p w14:paraId="00B7532F" w14:textId="77777777" w:rsidR="004F6768" w:rsidRDefault="004F6768" w:rsidP="00C16ABF">
      <w:pPr>
        <w:spacing w:after="0" w:line="240" w:lineRule="auto"/>
      </w:pPr>
      <w:r>
        <w:continuationSeparator/>
      </w:r>
    </w:p>
  </w:footnote>
  <w:footnote w:id="1">
    <w:p w14:paraId="0A0B55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8DC"/>
    <w:multiLevelType w:val="hybridMultilevel"/>
    <w:tmpl w:val="A040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083"/>
    <w:multiLevelType w:val="hybridMultilevel"/>
    <w:tmpl w:val="29CA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D8C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6B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4B8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48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8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7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3C4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9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BF442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2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66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F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6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F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7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5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E0A4A"/>
    <w:multiLevelType w:val="hybridMultilevel"/>
    <w:tmpl w:val="F1527490"/>
    <w:lvl w:ilvl="0" w:tplc="2326E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EF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4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4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A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92C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0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A1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5811"/>
    <w:multiLevelType w:val="hybridMultilevel"/>
    <w:tmpl w:val="F1527490"/>
    <w:lvl w:ilvl="0" w:tplc="B402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B4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DC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87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5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A7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96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6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17826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8ED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768"/>
    <w:rsid w:val="0050496F"/>
    <w:rsid w:val="00513B6F"/>
    <w:rsid w:val="00517C63"/>
    <w:rsid w:val="00530265"/>
    <w:rsid w:val="005363C4"/>
    <w:rsid w:val="00536BDE"/>
    <w:rsid w:val="00543ACC"/>
    <w:rsid w:val="0056696D"/>
    <w:rsid w:val="005828D5"/>
    <w:rsid w:val="0059484D"/>
    <w:rsid w:val="005A0855"/>
    <w:rsid w:val="005A133C"/>
    <w:rsid w:val="005A3196"/>
    <w:rsid w:val="005B1925"/>
    <w:rsid w:val="005C080F"/>
    <w:rsid w:val="005C55E5"/>
    <w:rsid w:val="005C64B2"/>
    <w:rsid w:val="005C696A"/>
    <w:rsid w:val="005E6067"/>
    <w:rsid w:val="005E6E85"/>
    <w:rsid w:val="005F31D2"/>
    <w:rsid w:val="006062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135"/>
    <w:rsid w:val="007C3299"/>
    <w:rsid w:val="007C3BCC"/>
    <w:rsid w:val="007C4546"/>
    <w:rsid w:val="007D6E56"/>
    <w:rsid w:val="007F4155"/>
    <w:rsid w:val="0081554D"/>
    <w:rsid w:val="0081707E"/>
    <w:rsid w:val="00826648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A7D1D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E0F"/>
    <w:rsid w:val="00B3130B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0BC"/>
    <w:rsid w:val="00B82308"/>
    <w:rsid w:val="00B90885"/>
    <w:rsid w:val="00B925A6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2727"/>
    <w:rsid w:val="00CF78ED"/>
    <w:rsid w:val="00D02B25"/>
    <w:rsid w:val="00D02EBA"/>
    <w:rsid w:val="00D05A2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AD3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3367"/>
    <w:rsid w:val="00E21E7D"/>
    <w:rsid w:val="00E22FBC"/>
    <w:rsid w:val="00E24BF5"/>
    <w:rsid w:val="00E25338"/>
    <w:rsid w:val="00E3549E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88C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C53ED"/>
    <w:rsid w:val="00FD503F"/>
    <w:rsid w:val="00FD7589"/>
    <w:rsid w:val="00FF016A"/>
    <w:rsid w:val="00FF1401"/>
    <w:rsid w:val="00FF5E7D"/>
    <w:rsid w:val="017FE2AD"/>
    <w:rsid w:val="01AB8B8F"/>
    <w:rsid w:val="031BB30E"/>
    <w:rsid w:val="06A8C55D"/>
    <w:rsid w:val="0AED8B43"/>
    <w:rsid w:val="0C204CCF"/>
    <w:rsid w:val="0D40ABAB"/>
    <w:rsid w:val="0E87B296"/>
    <w:rsid w:val="10CC4FC9"/>
    <w:rsid w:val="136821CD"/>
    <w:rsid w:val="1889C1F6"/>
    <w:rsid w:val="19AE048B"/>
    <w:rsid w:val="1B5ED03A"/>
    <w:rsid w:val="210033CB"/>
    <w:rsid w:val="210EAB22"/>
    <w:rsid w:val="24A01D27"/>
    <w:rsid w:val="275652C4"/>
    <w:rsid w:val="2A9BEB18"/>
    <w:rsid w:val="300EA2FE"/>
    <w:rsid w:val="310E046F"/>
    <w:rsid w:val="329E1984"/>
    <w:rsid w:val="3C30DE8D"/>
    <w:rsid w:val="3CB2805B"/>
    <w:rsid w:val="3CC9CEC4"/>
    <w:rsid w:val="3E659F25"/>
    <w:rsid w:val="44A1B58E"/>
    <w:rsid w:val="49EBADAE"/>
    <w:rsid w:val="4AB4D0FF"/>
    <w:rsid w:val="4B877E0F"/>
    <w:rsid w:val="4DEC71C1"/>
    <w:rsid w:val="503ADDDF"/>
    <w:rsid w:val="505AEF32"/>
    <w:rsid w:val="52330A86"/>
    <w:rsid w:val="59C897C8"/>
    <w:rsid w:val="5F6A0654"/>
    <w:rsid w:val="5F745C2C"/>
    <w:rsid w:val="6214D0E3"/>
    <w:rsid w:val="634E4965"/>
    <w:rsid w:val="643865E6"/>
    <w:rsid w:val="6D7717B8"/>
    <w:rsid w:val="6DB5C177"/>
    <w:rsid w:val="717459E4"/>
    <w:rsid w:val="7213F810"/>
    <w:rsid w:val="7473CAAA"/>
    <w:rsid w:val="762EC7C8"/>
    <w:rsid w:val="7847D424"/>
    <w:rsid w:val="7BC9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6E23"/>
  <w15:docId w15:val="{74D748DC-B7B2-405A-BCB4-24EED77B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D05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5A2B"/>
  </w:style>
  <w:style w:type="character" w:customStyle="1" w:styleId="spellingerror">
    <w:name w:val="spellingerror"/>
    <w:basedOn w:val="Domylnaczcionkaakapitu"/>
    <w:rsid w:val="00D05A2B"/>
  </w:style>
  <w:style w:type="character" w:customStyle="1" w:styleId="eop">
    <w:name w:val="eop"/>
    <w:basedOn w:val="Domylnaczcionkaakapitu"/>
    <w:rsid w:val="00D05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B744-F089-4C79-BFBF-165F413E2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8E4F45-AEBF-4C95-80C0-E373FEA9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FCC6BC-905E-4F1A-804D-C23D869C3D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273A7-061E-4C26-B09C-56406F35C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812</Words>
  <Characters>4873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13</cp:revision>
  <cp:lastPrinted>2019-02-06T12:12:00Z</cp:lastPrinted>
  <dcterms:created xsi:type="dcterms:W3CDTF">2020-11-17T18:20:00Z</dcterms:created>
  <dcterms:modified xsi:type="dcterms:W3CDTF">2021-01-05T14:20:00Z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